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D0" w:rsidRPr="0002487F" w:rsidRDefault="004C57D0" w:rsidP="00A50FDE">
      <w:pPr>
        <w:pStyle w:val="NoteLevel1"/>
        <w:numPr>
          <w:ilvl w:val="0"/>
          <w:numId w:val="0"/>
        </w:numPr>
      </w:pPr>
      <w:r>
        <w:t>Wednesday 7</w:t>
      </w:r>
      <w:r w:rsidRPr="00F25FD1">
        <w:rPr>
          <w:vertAlign w:val="superscript"/>
        </w:rPr>
        <w:t>th</w:t>
      </w:r>
      <w:r>
        <w:t xml:space="preserve"> November National Teams Pool 1:00pm – 5:00pm SAC</w:t>
      </w:r>
    </w:p>
    <w:p w:rsidR="004C57D0" w:rsidRDefault="004C57D0" w:rsidP="003D2683">
      <w:pPr>
        <w:pStyle w:val="NoteLevel1"/>
        <w:rPr>
          <w:b/>
        </w:rPr>
      </w:pPr>
    </w:p>
    <w:p w:rsidR="004C57D0" w:rsidRPr="00F25FD1" w:rsidRDefault="004C57D0" w:rsidP="0002487F">
      <w:pPr>
        <w:pStyle w:val="NoteLevel1"/>
        <w:numPr>
          <w:ilvl w:val="0"/>
          <w:numId w:val="0"/>
        </w:numPr>
        <w:rPr>
          <w:b/>
        </w:rPr>
      </w:pPr>
      <w:r>
        <w:t>Thursday 8</w:t>
      </w:r>
      <w:r w:rsidRPr="00F25FD1">
        <w:rPr>
          <w:vertAlign w:val="superscript"/>
        </w:rPr>
        <w:t>th</w:t>
      </w:r>
      <w:r>
        <w:t xml:space="preserve"> November – National Teams Pool 8:00am – 6:00pmSAC</w:t>
      </w:r>
    </w:p>
    <w:p w:rsidR="004C57D0" w:rsidRPr="00F25FD1" w:rsidRDefault="004C57D0" w:rsidP="003D2683">
      <w:pPr>
        <w:pStyle w:val="NoteLevel1"/>
        <w:rPr>
          <w:b/>
        </w:rPr>
      </w:pPr>
      <w:r>
        <w:t>Thursday 8</w:t>
      </w:r>
      <w:r w:rsidRPr="00F25FD1">
        <w:rPr>
          <w:vertAlign w:val="superscript"/>
        </w:rPr>
        <w:t>th</w:t>
      </w:r>
      <w:r>
        <w:t xml:space="preserve"> November – Masters Ocean – 8:00am – 3:00pm - Christies</w:t>
      </w:r>
    </w:p>
    <w:p w:rsidR="004C57D0" w:rsidRPr="00F7193D" w:rsidRDefault="004C57D0" w:rsidP="003D2683">
      <w:pPr>
        <w:pStyle w:val="NoteLevel1"/>
        <w:rPr>
          <w:b/>
        </w:rPr>
      </w:pPr>
      <w:r>
        <w:t>Thursday 8</w:t>
      </w:r>
      <w:r w:rsidRPr="00F25FD1">
        <w:rPr>
          <w:vertAlign w:val="superscript"/>
        </w:rPr>
        <w:t>th</w:t>
      </w:r>
      <w:r>
        <w:t xml:space="preserve"> November – Masters Beach – 4:00pm – 8:00pm - Glenelg</w:t>
      </w:r>
    </w:p>
    <w:p w:rsidR="004C57D0" w:rsidRPr="00453B0B" w:rsidRDefault="004C57D0" w:rsidP="003D2683">
      <w:pPr>
        <w:pStyle w:val="NoteLevel1"/>
        <w:rPr>
          <w:b/>
        </w:rPr>
      </w:pPr>
    </w:p>
    <w:p w:rsidR="004C57D0" w:rsidRPr="00F7193D" w:rsidRDefault="004C57D0" w:rsidP="003D2683">
      <w:pPr>
        <w:pStyle w:val="NoteLevel1"/>
        <w:rPr>
          <w:b/>
        </w:rPr>
      </w:pPr>
      <w:r>
        <w:t>Friday 9</w:t>
      </w:r>
      <w:r w:rsidRPr="00F7193D">
        <w:rPr>
          <w:vertAlign w:val="superscript"/>
        </w:rPr>
        <w:t>th</w:t>
      </w:r>
      <w:r>
        <w:t xml:space="preserve"> November – National Teams Pool – 8:00am – 7:00pm - SAC</w:t>
      </w:r>
    </w:p>
    <w:p w:rsidR="004C57D0" w:rsidRPr="00F7193D" w:rsidRDefault="004C57D0" w:rsidP="003D2683">
      <w:pPr>
        <w:pStyle w:val="NoteLevel1"/>
        <w:rPr>
          <w:b/>
        </w:rPr>
      </w:pPr>
      <w:r>
        <w:t>Friday 9</w:t>
      </w:r>
      <w:r w:rsidRPr="00F7193D">
        <w:rPr>
          <w:vertAlign w:val="superscript"/>
        </w:rPr>
        <w:t>th</w:t>
      </w:r>
      <w:r>
        <w:t xml:space="preserve"> November – Masters Ocean – 8:00am – 3:00pm - Christies</w:t>
      </w:r>
    </w:p>
    <w:p w:rsidR="004C57D0" w:rsidRPr="00453B0B" w:rsidRDefault="004C57D0" w:rsidP="003D2683">
      <w:pPr>
        <w:pStyle w:val="NoteLevel1"/>
        <w:rPr>
          <w:b/>
        </w:rPr>
      </w:pPr>
      <w:r>
        <w:t>Friday 9</w:t>
      </w:r>
      <w:r w:rsidRPr="00F7193D">
        <w:rPr>
          <w:vertAlign w:val="superscript"/>
        </w:rPr>
        <w:t>th</w:t>
      </w:r>
      <w:r>
        <w:t xml:space="preserve"> November – Masters Beach – 4:00pm – 8:00pm - Glenelg</w:t>
      </w:r>
    </w:p>
    <w:p w:rsidR="004C57D0" w:rsidRPr="00F7193D" w:rsidRDefault="004C57D0" w:rsidP="003D2683">
      <w:pPr>
        <w:pStyle w:val="NoteLevel1"/>
        <w:rPr>
          <w:b/>
        </w:rPr>
      </w:pPr>
    </w:p>
    <w:p w:rsidR="004C57D0" w:rsidRPr="00F7193D" w:rsidRDefault="004C57D0" w:rsidP="003D2683">
      <w:pPr>
        <w:pStyle w:val="NoteLevel1"/>
        <w:rPr>
          <w:b/>
        </w:rPr>
      </w:pPr>
      <w:r>
        <w:t>Saturday 10</w:t>
      </w:r>
      <w:r w:rsidRPr="00F7193D">
        <w:rPr>
          <w:vertAlign w:val="superscript"/>
        </w:rPr>
        <w:t>th</w:t>
      </w:r>
      <w:r>
        <w:t xml:space="preserve"> November – National Teams Ocean – 9:00am - Glenelg</w:t>
      </w:r>
    </w:p>
    <w:p w:rsidR="004C57D0" w:rsidRPr="00F7193D" w:rsidRDefault="004C57D0" w:rsidP="003D2683">
      <w:pPr>
        <w:pStyle w:val="NoteLevel1"/>
        <w:rPr>
          <w:b/>
        </w:rPr>
      </w:pPr>
      <w:r>
        <w:t>Saturday 10</w:t>
      </w:r>
      <w:r w:rsidRPr="00F7193D">
        <w:rPr>
          <w:vertAlign w:val="superscript"/>
        </w:rPr>
        <w:t>th</w:t>
      </w:r>
      <w:r>
        <w:t xml:space="preserve"> November – Masters Pool – 8:00am - SAC</w:t>
      </w:r>
    </w:p>
    <w:p w:rsidR="004C57D0" w:rsidRPr="00E00D89" w:rsidRDefault="004C57D0" w:rsidP="003D2683">
      <w:pPr>
        <w:pStyle w:val="NoteLevel1"/>
        <w:rPr>
          <w:b/>
        </w:rPr>
      </w:pPr>
      <w:r>
        <w:t>Saturday 10</w:t>
      </w:r>
      <w:r w:rsidRPr="00F7193D">
        <w:rPr>
          <w:vertAlign w:val="superscript"/>
        </w:rPr>
        <w:t>th</w:t>
      </w:r>
      <w:r>
        <w:t xml:space="preserve"> November – IRB Competition – 9:00am - Glenelg</w:t>
      </w:r>
    </w:p>
    <w:p w:rsidR="004C57D0" w:rsidRPr="00453B0B" w:rsidRDefault="004C57D0" w:rsidP="00453B0B">
      <w:pPr>
        <w:pStyle w:val="NoteLevel1"/>
        <w:rPr>
          <w:b/>
        </w:rPr>
      </w:pPr>
    </w:p>
    <w:p w:rsidR="004C57D0" w:rsidRPr="00453B0B" w:rsidRDefault="004C57D0" w:rsidP="00453B0B">
      <w:pPr>
        <w:pStyle w:val="NoteLevel1"/>
        <w:rPr>
          <w:b/>
        </w:rPr>
      </w:pPr>
      <w:r>
        <w:t>Sunday 11</w:t>
      </w:r>
      <w:r w:rsidRPr="00E00D89">
        <w:rPr>
          <w:vertAlign w:val="superscript"/>
        </w:rPr>
        <w:t>th</w:t>
      </w:r>
      <w:r>
        <w:t xml:space="preserve"> November – National Teams Ocean – 9:00amGlenelg</w:t>
      </w:r>
    </w:p>
    <w:p w:rsidR="004C57D0" w:rsidRPr="00E00D89" w:rsidRDefault="004C57D0" w:rsidP="003D2683">
      <w:pPr>
        <w:pStyle w:val="NoteLevel1"/>
        <w:rPr>
          <w:b/>
        </w:rPr>
      </w:pPr>
      <w:r>
        <w:t>Sunday 11</w:t>
      </w:r>
      <w:r w:rsidRPr="00E00D89">
        <w:rPr>
          <w:vertAlign w:val="superscript"/>
        </w:rPr>
        <w:t>th</w:t>
      </w:r>
      <w:r>
        <w:t xml:space="preserve"> November – Masters Pool – 9:00am - SAC</w:t>
      </w:r>
    </w:p>
    <w:p w:rsidR="004C57D0" w:rsidRPr="00E00D89" w:rsidRDefault="004C57D0" w:rsidP="003D2683">
      <w:pPr>
        <w:pStyle w:val="NoteLevel1"/>
        <w:rPr>
          <w:b/>
        </w:rPr>
      </w:pPr>
      <w:r>
        <w:t>Sunday 11</w:t>
      </w:r>
      <w:r w:rsidRPr="00E00D89">
        <w:rPr>
          <w:vertAlign w:val="superscript"/>
        </w:rPr>
        <w:t>th</w:t>
      </w:r>
      <w:r>
        <w:t xml:space="preserve"> November – Distance Ski Races – 10:00am - Christies</w:t>
      </w:r>
    </w:p>
    <w:p w:rsidR="004C57D0" w:rsidRPr="007956E5" w:rsidRDefault="004C57D0" w:rsidP="003D2683">
      <w:pPr>
        <w:pStyle w:val="NoteLevel1"/>
        <w:rPr>
          <w:b/>
        </w:rPr>
      </w:pPr>
      <w:r>
        <w:t>Sunday 11</w:t>
      </w:r>
      <w:r w:rsidRPr="00E00D89">
        <w:rPr>
          <w:vertAlign w:val="superscript"/>
        </w:rPr>
        <w:t>th</w:t>
      </w:r>
      <w:r>
        <w:t xml:space="preserve"> November – IRB Competition – 10:00am  - Glenelg</w:t>
      </w:r>
    </w:p>
    <w:p w:rsidR="004C57D0" w:rsidRPr="00453B0B" w:rsidRDefault="004C57D0" w:rsidP="003D2683">
      <w:pPr>
        <w:pStyle w:val="NoteLevel1"/>
        <w:rPr>
          <w:b/>
        </w:rPr>
      </w:pPr>
    </w:p>
    <w:p w:rsidR="004C57D0" w:rsidRPr="00453B0B" w:rsidRDefault="004C57D0" w:rsidP="003D2683">
      <w:pPr>
        <w:pStyle w:val="NoteLevel1"/>
        <w:rPr>
          <w:b/>
        </w:rPr>
      </w:pPr>
      <w:r>
        <w:t>Tuesday 13</w:t>
      </w:r>
      <w:r w:rsidRPr="007956E5">
        <w:rPr>
          <w:vertAlign w:val="superscript"/>
        </w:rPr>
        <w:t>th</w:t>
      </w:r>
      <w:r>
        <w:t xml:space="preserve"> November – Interclub Pool / SERC 8:00am – 7:30pm SAC</w:t>
      </w:r>
    </w:p>
    <w:p w:rsidR="004C57D0" w:rsidRPr="00624A55" w:rsidRDefault="004C57D0" w:rsidP="003D2683">
      <w:pPr>
        <w:pStyle w:val="NoteLevel1"/>
        <w:rPr>
          <w:b/>
        </w:rPr>
      </w:pPr>
    </w:p>
    <w:p w:rsidR="004C57D0" w:rsidRPr="00453B0B" w:rsidRDefault="004C57D0" w:rsidP="003D2683">
      <w:pPr>
        <w:pStyle w:val="NoteLevel1"/>
        <w:rPr>
          <w:b/>
        </w:rPr>
      </w:pPr>
      <w:r>
        <w:t>Wednesday 14</w:t>
      </w:r>
      <w:r w:rsidRPr="00F35F01">
        <w:rPr>
          <w:vertAlign w:val="superscript"/>
        </w:rPr>
        <w:t>th</w:t>
      </w:r>
      <w:r>
        <w:t xml:space="preserve"> November – Interclub Pool – 8:00am – 6:30pm SAC</w:t>
      </w:r>
    </w:p>
    <w:p w:rsidR="004C57D0" w:rsidRPr="00F35F01" w:rsidRDefault="004C57D0" w:rsidP="003D2683">
      <w:pPr>
        <w:pStyle w:val="NoteLevel1"/>
        <w:rPr>
          <w:b/>
        </w:rPr>
      </w:pPr>
    </w:p>
    <w:p w:rsidR="004C57D0" w:rsidRPr="00F35F01" w:rsidRDefault="004C57D0" w:rsidP="003D2683">
      <w:pPr>
        <w:pStyle w:val="NoteLevel1"/>
        <w:rPr>
          <w:b/>
        </w:rPr>
      </w:pPr>
      <w:r>
        <w:t>Thursday 15</w:t>
      </w:r>
      <w:r w:rsidRPr="00F35F01">
        <w:rPr>
          <w:vertAlign w:val="superscript"/>
        </w:rPr>
        <w:t>th</w:t>
      </w:r>
      <w:r>
        <w:t xml:space="preserve"> November – Interclub Pool – 9:00am – 7:30pm SAC</w:t>
      </w:r>
    </w:p>
    <w:p w:rsidR="004C57D0" w:rsidRPr="009301CD" w:rsidRDefault="004C57D0" w:rsidP="003D2683">
      <w:pPr>
        <w:pStyle w:val="NoteLevel1"/>
        <w:rPr>
          <w:b/>
        </w:rPr>
      </w:pPr>
      <w:r>
        <w:t>Thursday 15</w:t>
      </w:r>
      <w:r w:rsidRPr="00944424">
        <w:rPr>
          <w:vertAlign w:val="superscript"/>
        </w:rPr>
        <w:t>th</w:t>
      </w:r>
      <w:r>
        <w:t xml:space="preserve"> November – Masters Boats – 8:00am – 3:00pmChrisities</w:t>
      </w:r>
    </w:p>
    <w:p w:rsidR="004C57D0" w:rsidRPr="00624A55" w:rsidRDefault="004C57D0" w:rsidP="003D2683">
      <w:pPr>
        <w:pStyle w:val="NoteLevel1"/>
        <w:rPr>
          <w:b/>
        </w:rPr>
      </w:pPr>
    </w:p>
    <w:p w:rsidR="004C57D0" w:rsidRDefault="004C57D0" w:rsidP="00F35F01">
      <w:pPr>
        <w:pStyle w:val="NoteLevel1"/>
        <w:numPr>
          <w:ilvl w:val="0"/>
          <w:numId w:val="0"/>
        </w:numPr>
      </w:pPr>
      <w:r>
        <w:t>Friday 16</w:t>
      </w:r>
      <w:r w:rsidRPr="009301CD">
        <w:rPr>
          <w:vertAlign w:val="superscript"/>
        </w:rPr>
        <w:t>th</w:t>
      </w:r>
      <w:r>
        <w:t xml:space="preserve"> November – Interclub Ocean – 8:00am – 3:00pm Christies</w:t>
      </w:r>
    </w:p>
    <w:p w:rsidR="004C57D0" w:rsidRDefault="004C57D0" w:rsidP="00F35F01">
      <w:pPr>
        <w:pStyle w:val="NoteLevel1"/>
      </w:pPr>
      <w:r w:rsidRPr="009301CD">
        <w:t>Friday 16</w:t>
      </w:r>
      <w:r w:rsidRPr="009301CD">
        <w:rPr>
          <w:vertAlign w:val="superscript"/>
        </w:rPr>
        <w:t>th</w:t>
      </w:r>
      <w:r w:rsidRPr="009301CD">
        <w:t xml:space="preserve"> November – Surf Boats – 8:00pm – 3:00pm</w:t>
      </w:r>
      <w:r>
        <w:t xml:space="preserve"> Christies</w:t>
      </w:r>
    </w:p>
    <w:p w:rsidR="004C57D0" w:rsidRDefault="004C57D0" w:rsidP="00F35F01">
      <w:pPr>
        <w:pStyle w:val="NoteLevel1"/>
        <w:numPr>
          <w:ilvl w:val="0"/>
          <w:numId w:val="0"/>
        </w:numPr>
      </w:pPr>
      <w:r>
        <w:t>Friday 16</w:t>
      </w:r>
      <w:r w:rsidRPr="009301CD">
        <w:rPr>
          <w:vertAlign w:val="superscript"/>
        </w:rPr>
        <w:t>th</w:t>
      </w:r>
      <w:r>
        <w:t xml:space="preserve"> November – Interclub Beach – 4:00pm – 8:00pm Glenelg</w:t>
      </w:r>
    </w:p>
    <w:p w:rsidR="004C57D0" w:rsidRDefault="004C57D0" w:rsidP="009301CD">
      <w:pPr>
        <w:pStyle w:val="NoteLevel1"/>
      </w:pPr>
    </w:p>
    <w:p w:rsidR="004C57D0" w:rsidRDefault="004C57D0" w:rsidP="009301CD">
      <w:pPr>
        <w:pStyle w:val="NoteLevel1"/>
      </w:pPr>
      <w:r w:rsidRPr="009301CD">
        <w:t>Saturday 17</w:t>
      </w:r>
      <w:r w:rsidRPr="009301CD">
        <w:rPr>
          <w:vertAlign w:val="superscript"/>
        </w:rPr>
        <w:t>th</w:t>
      </w:r>
      <w:r w:rsidRPr="009301CD">
        <w:t xml:space="preserve"> November – Interclub Ocean – 8:00am – 3:00pm</w:t>
      </w:r>
      <w:r>
        <w:t xml:space="preserve">  Christies</w:t>
      </w:r>
    </w:p>
    <w:p w:rsidR="004C57D0" w:rsidRPr="009301CD" w:rsidRDefault="004C57D0" w:rsidP="009301CD">
      <w:pPr>
        <w:pStyle w:val="NoteLevel1"/>
      </w:pPr>
      <w:r w:rsidRPr="009301CD">
        <w:t>Saturday 17</w:t>
      </w:r>
      <w:r w:rsidRPr="009301CD">
        <w:rPr>
          <w:vertAlign w:val="superscript"/>
        </w:rPr>
        <w:t>th</w:t>
      </w:r>
      <w:r w:rsidRPr="009301CD">
        <w:t xml:space="preserve"> November – Surf Boats – 8:00am – 3:00pm</w:t>
      </w:r>
      <w:r>
        <w:t xml:space="preserve"> - Christies</w:t>
      </w:r>
    </w:p>
    <w:p w:rsidR="004C57D0" w:rsidRPr="009301CD" w:rsidRDefault="004C57D0" w:rsidP="009301CD">
      <w:pPr>
        <w:pStyle w:val="NoteLevel1"/>
      </w:pPr>
      <w:r w:rsidRPr="009301CD">
        <w:t>Saturday 17</w:t>
      </w:r>
      <w:r w:rsidRPr="009301CD">
        <w:rPr>
          <w:vertAlign w:val="superscript"/>
        </w:rPr>
        <w:t>th</w:t>
      </w:r>
      <w:r w:rsidRPr="009301CD">
        <w:t xml:space="preserve"> November – Interclub Beach – 4:00pm – 8:00pm</w:t>
      </w:r>
      <w:r>
        <w:t xml:space="preserve"> - Glenelg</w:t>
      </w:r>
    </w:p>
    <w:p w:rsidR="004C57D0" w:rsidRDefault="004C57D0" w:rsidP="009301CD">
      <w:pPr>
        <w:pStyle w:val="NoteLevel1"/>
      </w:pPr>
    </w:p>
    <w:p w:rsidR="004C57D0" w:rsidRPr="009301CD" w:rsidRDefault="004C57D0" w:rsidP="009301CD">
      <w:pPr>
        <w:pStyle w:val="NoteLevel1"/>
      </w:pPr>
      <w:r>
        <w:t>Sunday 18</w:t>
      </w:r>
      <w:r w:rsidRPr="009301CD">
        <w:rPr>
          <w:vertAlign w:val="superscript"/>
        </w:rPr>
        <w:t>th</w:t>
      </w:r>
      <w:r w:rsidRPr="009301CD">
        <w:t xml:space="preserve"> November – Interclub Ocean – 8:00am – 3:00pm</w:t>
      </w:r>
      <w:r>
        <w:t xml:space="preserve"> - Christies</w:t>
      </w:r>
    </w:p>
    <w:p w:rsidR="004C57D0" w:rsidRPr="009301CD" w:rsidRDefault="004C57D0" w:rsidP="009301CD">
      <w:pPr>
        <w:pStyle w:val="NoteLevel1"/>
      </w:pPr>
      <w:r>
        <w:t>Sunday 18</w:t>
      </w:r>
      <w:r w:rsidRPr="009301CD">
        <w:rPr>
          <w:vertAlign w:val="superscript"/>
        </w:rPr>
        <w:t>th</w:t>
      </w:r>
      <w:r w:rsidRPr="009301CD">
        <w:t xml:space="preserve"> November – Surf Boats – 8:00am – 3:00pm</w:t>
      </w:r>
      <w:r>
        <w:t xml:space="preserve"> - Christies</w:t>
      </w:r>
    </w:p>
    <w:p w:rsidR="004C57D0" w:rsidRPr="00A50FDE" w:rsidRDefault="004C57D0" w:rsidP="00A50FDE">
      <w:pPr>
        <w:pStyle w:val="NoteLevel1"/>
      </w:pPr>
      <w:r w:rsidRPr="009301CD">
        <w:t>Sunday 18</w:t>
      </w:r>
      <w:r w:rsidRPr="009301CD">
        <w:rPr>
          <w:vertAlign w:val="superscript"/>
        </w:rPr>
        <w:t>th</w:t>
      </w:r>
      <w:r w:rsidRPr="009301CD">
        <w:t xml:space="preserve"> November – Interclub Beach – 4:00pm – 8:00pm</w:t>
      </w:r>
      <w:r>
        <w:t xml:space="preserve"> - Glenelg</w:t>
      </w:r>
    </w:p>
    <w:p w:rsidR="004C57D0" w:rsidRDefault="004C57D0">
      <w:pPr>
        <w:pStyle w:val="NoteLevel1"/>
        <w:sectPr w:rsidR="004C57D0" w:rsidSect="003D2683">
          <w:headerReference w:type="first" r:id="rId7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4C57D0" w:rsidRDefault="004C57D0">
      <w:pPr>
        <w:pStyle w:val="NoteLevel1"/>
      </w:pPr>
    </w:p>
    <w:p w:rsidR="004C57D0" w:rsidRDefault="004C57D0">
      <w:pPr>
        <w:pStyle w:val="NoteLevel1"/>
        <w:sectPr w:rsidR="004C57D0" w:rsidSect="003D2683">
          <w:headerReference w:type="first" r:id="rId8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4C57D0" w:rsidRDefault="004C57D0">
      <w:pPr>
        <w:pStyle w:val="NoteLevel1"/>
      </w:pPr>
    </w:p>
    <w:sectPr w:rsidR="004C57D0" w:rsidSect="003D2683">
      <w:headerReference w:type="first" r:id="rId9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7D0" w:rsidRDefault="004C57D0" w:rsidP="00B74876">
      <w:r>
        <w:separator/>
      </w:r>
    </w:p>
  </w:endnote>
  <w:endnote w:type="continuationSeparator" w:id="1">
    <w:p w:rsidR="004C57D0" w:rsidRDefault="004C57D0" w:rsidP="00B74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7D0" w:rsidRDefault="004C57D0" w:rsidP="00B74876">
      <w:r>
        <w:separator/>
      </w:r>
    </w:p>
  </w:footnote>
  <w:footnote w:type="continuationSeparator" w:id="1">
    <w:p w:rsidR="004C57D0" w:rsidRDefault="004C57D0" w:rsidP="00B74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D0" w:rsidRDefault="004C57D0" w:rsidP="003D2683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MS ????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MS ????" w:hAnsi="Verdana"/>
        <w:sz w:val="36"/>
        <w:szCs w:val="36"/>
      </w:rPr>
      <w:t>RESCUE 2012 LIFESAVING WORLD CHAMPIONSHIPS – ADELAIDE, SOUTH AUSTRALIA 4 – 18 NOVEMBER 2012</w:t>
    </w:r>
    <w:r>
      <w:rPr>
        <w:rFonts w:ascii="Verdana" w:eastAsia="MS ????" w:hAnsi="Verdana"/>
        <w:sz w:val="36"/>
        <w:szCs w:val="36"/>
      </w:rPr>
      <w:tab/>
    </w:r>
    <w:r>
      <w:rPr>
        <w:rFonts w:ascii="Verdana" w:eastAsia="MS ????" w:hAnsi="Verdana"/>
      </w:rPr>
      <w:fldChar w:fldCharType="begin"/>
    </w:r>
    <w:r>
      <w:rPr>
        <w:rFonts w:ascii="Verdana" w:eastAsia="MS ????" w:hAnsi="Verdana"/>
      </w:rPr>
      <w:instrText xml:space="preserve"> CREATEDATE </w:instrText>
    </w:r>
    <w:r>
      <w:rPr>
        <w:rFonts w:ascii="Verdana" w:eastAsia="MS ????" w:hAnsi="Verdana"/>
      </w:rPr>
      <w:fldChar w:fldCharType="separate"/>
    </w:r>
    <w:r>
      <w:rPr>
        <w:rFonts w:ascii="Verdana" w:eastAsia="MS ????" w:hAnsi="Verdana"/>
        <w:noProof/>
      </w:rPr>
      <w:t>10/15/2012 1:12:00 PM</w:t>
    </w:r>
    <w:r>
      <w:rPr>
        <w:rFonts w:ascii="Verdana" w:eastAsia="MS ????" w:hAnsi="Verdana"/>
      </w:rPr>
      <w:fldChar w:fldCharType="end"/>
    </w:r>
    <w:bookmarkEnd w:id="0"/>
    <w:bookmarkEnd w:id="1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D0" w:rsidRDefault="004C57D0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MS ????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MS ????" w:hAnsi="Verdana"/>
        <w:sz w:val="36"/>
        <w:szCs w:val="36"/>
      </w:rPr>
      <w:tab/>
    </w:r>
    <w:r>
      <w:rPr>
        <w:rFonts w:ascii="Verdana" w:eastAsia="MS ????" w:hAnsi="Verdana"/>
      </w:rPr>
      <w:fldChar w:fldCharType="begin"/>
    </w:r>
    <w:r>
      <w:rPr>
        <w:rFonts w:ascii="Verdana" w:eastAsia="MS ????" w:hAnsi="Verdana"/>
      </w:rPr>
      <w:instrText xml:space="preserve"> CREATEDATE </w:instrText>
    </w:r>
    <w:r>
      <w:rPr>
        <w:rFonts w:ascii="Verdana" w:eastAsia="MS ????" w:hAnsi="Verdana"/>
      </w:rPr>
      <w:fldChar w:fldCharType="separate"/>
    </w:r>
    <w:r>
      <w:rPr>
        <w:rFonts w:ascii="Verdana" w:eastAsia="MS ????" w:hAnsi="Verdana"/>
        <w:noProof/>
      </w:rPr>
      <w:t>10/15/2012 1:12:00 PM</w:t>
    </w:r>
    <w:r>
      <w:rPr>
        <w:rFonts w:ascii="Verdana" w:eastAsia="MS ????" w:hAnsi="Verdana"/>
      </w:rPr>
      <w:fldChar w:fldCharType="end"/>
    </w:r>
    <w:bookmarkEnd w:id="2"/>
    <w:bookmarkEnd w:id="3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D0" w:rsidRDefault="004C57D0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MS ????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MS ????" w:hAnsi="Verdana"/>
        <w:sz w:val="36"/>
        <w:szCs w:val="36"/>
      </w:rPr>
      <w:tab/>
    </w:r>
    <w:r>
      <w:rPr>
        <w:rFonts w:ascii="Verdana" w:eastAsia="MS ????" w:hAnsi="Verdana"/>
      </w:rPr>
      <w:fldChar w:fldCharType="begin"/>
    </w:r>
    <w:r>
      <w:rPr>
        <w:rFonts w:ascii="Verdana" w:eastAsia="MS ????" w:hAnsi="Verdana"/>
      </w:rPr>
      <w:instrText xml:space="preserve"> CREATEDATE </w:instrText>
    </w:r>
    <w:r>
      <w:rPr>
        <w:rFonts w:ascii="Verdana" w:eastAsia="MS ????" w:hAnsi="Verdana"/>
      </w:rPr>
      <w:fldChar w:fldCharType="separate"/>
    </w:r>
    <w:r>
      <w:rPr>
        <w:rFonts w:ascii="Verdana" w:eastAsia="MS ????" w:hAnsi="Verdana"/>
        <w:noProof/>
      </w:rPr>
      <w:t>10/15/2012 1:12:00 PM</w:t>
    </w:r>
    <w:r>
      <w:rPr>
        <w:rFonts w:ascii="Verdana" w:eastAsia="MS ????" w:hAnsi="Verdana"/>
      </w:rPr>
      <w:fldChar w:fldCharType="end"/>
    </w:r>
    <w:bookmarkEnd w:id="4"/>
    <w:bookmarkEnd w:id="5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D74743A"/>
    <w:lvl w:ilvl="0">
      <w:start w:val="1"/>
      <w:numFmt w:val="bullet"/>
      <w:pStyle w:val="NoteLevel1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rawingGridHorizontalSpacing w:val="36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3D2683"/>
    <w:rsid w:val="0002487F"/>
    <w:rsid w:val="00146FBF"/>
    <w:rsid w:val="003D2683"/>
    <w:rsid w:val="0041012B"/>
    <w:rsid w:val="00453B0B"/>
    <w:rsid w:val="004C57D0"/>
    <w:rsid w:val="00624A55"/>
    <w:rsid w:val="007956E5"/>
    <w:rsid w:val="009301CD"/>
    <w:rsid w:val="00944424"/>
    <w:rsid w:val="00A50FDE"/>
    <w:rsid w:val="00B74876"/>
    <w:rsid w:val="00BB736E"/>
    <w:rsid w:val="00D03F71"/>
    <w:rsid w:val="00E00D89"/>
    <w:rsid w:val="00F25FD1"/>
    <w:rsid w:val="00F35F01"/>
    <w:rsid w:val="00F7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rsid w:val="003D2683"/>
    <w:pPr>
      <w:keepNext/>
      <w:numPr>
        <w:numId w:val="1"/>
      </w:numPr>
      <w:contextualSpacing/>
      <w:outlineLvl w:val="0"/>
    </w:pPr>
    <w:rPr>
      <w:rFonts w:ascii="Verdana" w:eastAsia="MS ????" w:hAnsi="Verdana"/>
    </w:rPr>
  </w:style>
  <w:style w:type="paragraph" w:customStyle="1" w:styleId="NoteLevel2">
    <w:name w:val="Note Level 2"/>
    <w:basedOn w:val="Normal"/>
    <w:uiPriority w:val="99"/>
    <w:semiHidden/>
    <w:rsid w:val="003D2683"/>
    <w:pPr>
      <w:keepNext/>
      <w:numPr>
        <w:ilvl w:val="1"/>
        <w:numId w:val="1"/>
      </w:numPr>
      <w:contextualSpacing/>
      <w:outlineLvl w:val="1"/>
    </w:pPr>
    <w:rPr>
      <w:rFonts w:ascii="Verdana" w:eastAsia="MS ????" w:hAnsi="Verdana"/>
    </w:rPr>
  </w:style>
  <w:style w:type="paragraph" w:customStyle="1" w:styleId="NoteLevel3">
    <w:name w:val="Note Level 3"/>
    <w:basedOn w:val="Normal"/>
    <w:uiPriority w:val="99"/>
    <w:semiHidden/>
    <w:rsid w:val="003D2683"/>
    <w:pPr>
      <w:keepNext/>
      <w:numPr>
        <w:ilvl w:val="2"/>
        <w:numId w:val="1"/>
      </w:numPr>
      <w:contextualSpacing/>
      <w:outlineLvl w:val="2"/>
    </w:pPr>
    <w:rPr>
      <w:rFonts w:ascii="Verdana" w:eastAsia="MS ????" w:hAnsi="Verdana"/>
    </w:rPr>
  </w:style>
  <w:style w:type="paragraph" w:customStyle="1" w:styleId="NoteLevel4">
    <w:name w:val="Note Level 4"/>
    <w:basedOn w:val="Normal"/>
    <w:uiPriority w:val="99"/>
    <w:semiHidden/>
    <w:rsid w:val="003D2683"/>
    <w:pPr>
      <w:keepNext/>
      <w:numPr>
        <w:ilvl w:val="3"/>
        <w:numId w:val="1"/>
      </w:numPr>
      <w:contextualSpacing/>
      <w:outlineLvl w:val="3"/>
    </w:pPr>
    <w:rPr>
      <w:rFonts w:ascii="Verdana" w:eastAsia="MS ????" w:hAnsi="Verdana"/>
    </w:rPr>
  </w:style>
  <w:style w:type="paragraph" w:customStyle="1" w:styleId="NoteLevel5">
    <w:name w:val="Note Level 5"/>
    <w:basedOn w:val="Normal"/>
    <w:uiPriority w:val="99"/>
    <w:semiHidden/>
    <w:rsid w:val="003D2683"/>
    <w:pPr>
      <w:keepNext/>
      <w:numPr>
        <w:ilvl w:val="4"/>
        <w:numId w:val="1"/>
      </w:numPr>
      <w:contextualSpacing/>
      <w:outlineLvl w:val="4"/>
    </w:pPr>
    <w:rPr>
      <w:rFonts w:ascii="Verdana" w:eastAsia="MS ????" w:hAnsi="Verdana"/>
    </w:rPr>
  </w:style>
  <w:style w:type="paragraph" w:customStyle="1" w:styleId="NoteLevel6">
    <w:name w:val="Note Level 6"/>
    <w:basedOn w:val="Normal"/>
    <w:uiPriority w:val="99"/>
    <w:semiHidden/>
    <w:rsid w:val="003D2683"/>
    <w:pPr>
      <w:keepNext/>
      <w:numPr>
        <w:ilvl w:val="5"/>
        <w:numId w:val="1"/>
      </w:numPr>
      <w:contextualSpacing/>
      <w:outlineLvl w:val="5"/>
    </w:pPr>
    <w:rPr>
      <w:rFonts w:ascii="Verdana" w:eastAsia="MS ????" w:hAnsi="Verdana"/>
    </w:rPr>
  </w:style>
  <w:style w:type="paragraph" w:customStyle="1" w:styleId="NoteLevel7">
    <w:name w:val="Note Level 7"/>
    <w:basedOn w:val="Normal"/>
    <w:uiPriority w:val="99"/>
    <w:semiHidden/>
    <w:rsid w:val="003D2683"/>
    <w:pPr>
      <w:keepNext/>
      <w:numPr>
        <w:ilvl w:val="6"/>
        <w:numId w:val="1"/>
      </w:numPr>
      <w:contextualSpacing/>
      <w:outlineLvl w:val="6"/>
    </w:pPr>
    <w:rPr>
      <w:rFonts w:ascii="Verdana" w:eastAsia="MS ????" w:hAnsi="Verdana"/>
    </w:rPr>
  </w:style>
  <w:style w:type="paragraph" w:customStyle="1" w:styleId="NoteLevel8">
    <w:name w:val="Note Level 8"/>
    <w:basedOn w:val="Normal"/>
    <w:uiPriority w:val="99"/>
    <w:semiHidden/>
    <w:rsid w:val="003D2683"/>
    <w:pPr>
      <w:keepNext/>
      <w:numPr>
        <w:ilvl w:val="7"/>
        <w:numId w:val="1"/>
      </w:numPr>
      <w:contextualSpacing/>
      <w:outlineLvl w:val="7"/>
    </w:pPr>
    <w:rPr>
      <w:rFonts w:ascii="Verdana" w:eastAsia="MS ????" w:hAnsi="Verdana"/>
    </w:rPr>
  </w:style>
  <w:style w:type="paragraph" w:customStyle="1" w:styleId="NoteLevel9">
    <w:name w:val="Note Level 9"/>
    <w:basedOn w:val="Normal"/>
    <w:uiPriority w:val="99"/>
    <w:semiHidden/>
    <w:rsid w:val="003D2683"/>
    <w:pPr>
      <w:keepNext/>
      <w:numPr>
        <w:ilvl w:val="8"/>
        <w:numId w:val="1"/>
      </w:numPr>
      <w:contextualSpacing/>
      <w:outlineLvl w:val="8"/>
    </w:pPr>
    <w:rPr>
      <w:rFonts w:ascii="Verdana" w:eastAsia="MS ????" w:hAnsi="Verdana"/>
    </w:rPr>
  </w:style>
  <w:style w:type="paragraph" w:styleId="Header">
    <w:name w:val="header"/>
    <w:basedOn w:val="Normal"/>
    <w:link w:val="HeaderChar"/>
    <w:uiPriority w:val="99"/>
    <w:semiHidden/>
    <w:rsid w:val="003D26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268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3D268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25FD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259</Words>
  <Characters>1481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Wednesday 7th November National Teams Pool 1:00pm – 5:00pm SAC</dc:title>
  <dc:subject/>
  <dc:creator>Kurt</dc:creator>
  <cp:keywords/>
  <dc:description/>
  <cp:lastModifiedBy>ian</cp:lastModifiedBy>
  <cp:revision>2</cp:revision>
  <cp:lastPrinted>2012-10-15T05:31:00Z</cp:lastPrinted>
  <dcterms:created xsi:type="dcterms:W3CDTF">2012-10-15T05:34:00Z</dcterms:created>
  <dcterms:modified xsi:type="dcterms:W3CDTF">2012-10-15T05:34:00Z</dcterms:modified>
</cp:coreProperties>
</file>